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8912C" w14:textId="77777777" w:rsidR="006E5D65" w:rsidRPr="00C82F5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82F5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D8678B" w:rsidRPr="00C82F5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82F51">
        <w:rPr>
          <w:rFonts w:ascii="Corbel" w:hAnsi="Corbel"/>
          <w:bCs/>
          <w:i/>
          <w:sz w:val="24"/>
          <w:szCs w:val="24"/>
        </w:rPr>
        <w:t>1.5</w:t>
      </w:r>
      <w:r w:rsidR="00D8678B" w:rsidRPr="00C82F5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82F5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82F51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82F51">
        <w:rPr>
          <w:rFonts w:ascii="Corbel" w:hAnsi="Corbel"/>
          <w:bCs/>
          <w:i/>
          <w:sz w:val="24"/>
          <w:szCs w:val="24"/>
        </w:rPr>
        <w:t>12/2019</w:t>
      </w:r>
    </w:p>
    <w:p w14:paraId="76F5FE00" w14:textId="77777777" w:rsidR="00D467FA" w:rsidRPr="00FA5EF4" w:rsidRDefault="00D467FA" w:rsidP="00D467F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SYLABUS</w:t>
      </w:r>
    </w:p>
    <w:p w14:paraId="561E4EF8" w14:textId="65D7D067" w:rsidR="00D467FA" w:rsidRPr="00FA5EF4" w:rsidRDefault="00D467FA" w:rsidP="00D467F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 xml:space="preserve">dotyczy cyklu kształcenia od </w:t>
      </w:r>
      <w:r w:rsidR="000B5727">
        <w:rPr>
          <w:rFonts w:ascii="Corbel" w:hAnsi="Corbel"/>
          <w:b/>
          <w:smallCaps/>
          <w:sz w:val="24"/>
          <w:szCs w:val="24"/>
        </w:rPr>
        <w:t>2019/2020 - 2023/2024</w:t>
      </w:r>
    </w:p>
    <w:p w14:paraId="63C85B6E" w14:textId="50095AE1" w:rsidR="00D467FA" w:rsidRDefault="00D467FA" w:rsidP="00D467F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   </w:t>
      </w:r>
      <w:r w:rsidR="00F325F8">
        <w:rPr>
          <w:rFonts w:ascii="Corbel" w:hAnsi="Corbel"/>
          <w:i/>
          <w:sz w:val="24"/>
          <w:szCs w:val="24"/>
        </w:rPr>
        <w:tab/>
      </w:r>
      <w:r w:rsidR="00F325F8">
        <w:rPr>
          <w:rFonts w:ascii="Corbel" w:hAnsi="Corbel"/>
          <w:i/>
          <w:sz w:val="24"/>
          <w:szCs w:val="24"/>
        </w:rPr>
        <w:tab/>
      </w:r>
      <w:r w:rsidR="00F325F8">
        <w:rPr>
          <w:rFonts w:ascii="Corbel" w:hAnsi="Corbel"/>
          <w:i/>
          <w:sz w:val="24"/>
          <w:szCs w:val="24"/>
        </w:rPr>
        <w:tab/>
      </w: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 </w:t>
      </w:r>
      <w:r w:rsidRPr="00FA5EF4">
        <w:rPr>
          <w:rFonts w:ascii="Corbel" w:hAnsi="Corbel"/>
          <w:i/>
          <w:sz w:val="24"/>
          <w:szCs w:val="24"/>
        </w:rPr>
        <w:t>(skrajne daty</w:t>
      </w:r>
      <w:r w:rsidRPr="00FA5EF4">
        <w:rPr>
          <w:rFonts w:ascii="Corbel" w:hAnsi="Corbel"/>
          <w:sz w:val="24"/>
          <w:szCs w:val="24"/>
        </w:rPr>
        <w:t>)</w:t>
      </w:r>
    </w:p>
    <w:p w14:paraId="186874EA" w14:textId="77777777" w:rsidR="00D467FA" w:rsidRPr="00FA5EF4" w:rsidRDefault="00D467FA" w:rsidP="00D467F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7A59E256" w14:textId="4BD3A0BC" w:rsidR="00D467FA" w:rsidRPr="00FA5EF4" w:rsidRDefault="00D467FA" w:rsidP="00D467F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 xml:space="preserve">            </w:t>
      </w:r>
      <w:r w:rsidRPr="00FA5EF4">
        <w:rPr>
          <w:rFonts w:ascii="Corbel" w:hAnsi="Corbel"/>
          <w:sz w:val="24"/>
          <w:szCs w:val="24"/>
        </w:rPr>
        <w:t xml:space="preserve">Rok akademicki </w:t>
      </w:r>
      <w:r w:rsidR="003F05FC">
        <w:rPr>
          <w:rFonts w:ascii="Corbel" w:hAnsi="Corbel"/>
          <w:sz w:val="20"/>
          <w:szCs w:val="20"/>
        </w:rPr>
        <w:t>2020/2021</w:t>
      </w:r>
    </w:p>
    <w:p w14:paraId="654CF952" w14:textId="77777777" w:rsidR="0085747A" w:rsidRPr="00C82F5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05B733" w14:textId="77777777" w:rsidR="0085747A" w:rsidRPr="00C82F5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82F51">
        <w:rPr>
          <w:rFonts w:ascii="Corbel" w:hAnsi="Corbel"/>
          <w:szCs w:val="24"/>
        </w:rPr>
        <w:t xml:space="preserve">1. </w:t>
      </w:r>
      <w:r w:rsidR="0085747A" w:rsidRPr="00C82F51">
        <w:rPr>
          <w:rFonts w:ascii="Corbel" w:hAnsi="Corbel"/>
          <w:szCs w:val="24"/>
        </w:rPr>
        <w:t xml:space="preserve">Podstawowe </w:t>
      </w:r>
      <w:r w:rsidR="00445970" w:rsidRPr="00C82F5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82F51" w14:paraId="78D9D178" w14:textId="77777777" w:rsidTr="000B5727">
        <w:tc>
          <w:tcPr>
            <w:tcW w:w="2694" w:type="dxa"/>
            <w:vAlign w:val="center"/>
          </w:tcPr>
          <w:p w14:paraId="5751F565" w14:textId="77777777" w:rsidR="0085747A" w:rsidRPr="00C82F5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4003AC" w14:textId="77777777" w:rsidR="0085747A" w:rsidRPr="000B5727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B5727">
              <w:rPr>
                <w:rFonts w:ascii="Corbel" w:hAnsi="Corbel"/>
                <w:color w:val="auto"/>
                <w:sz w:val="24"/>
                <w:szCs w:val="24"/>
              </w:rPr>
              <w:t>Nauka legislacji</w:t>
            </w:r>
          </w:p>
        </w:tc>
      </w:tr>
      <w:tr w:rsidR="0085747A" w:rsidRPr="00C82F51" w14:paraId="461BDEDB" w14:textId="77777777" w:rsidTr="000B5727">
        <w:tc>
          <w:tcPr>
            <w:tcW w:w="2694" w:type="dxa"/>
            <w:vAlign w:val="center"/>
          </w:tcPr>
          <w:p w14:paraId="5745EFB0" w14:textId="77777777" w:rsidR="0085747A" w:rsidRPr="00C82F5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82F5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091FF6" w14:textId="77777777" w:rsidR="0085747A" w:rsidRPr="00C82F51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PRP18</w:t>
            </w:r>
          </w:p>
        </w:tc>
      </w:tr>
      <w:tr w:rsidR="0085747A" w:rsidRPr="00C82F51" w14:paraId="12132CA1" w14:textId="77777777" w:rsidTr="000B5727">
        <w:tc>
          <w:tcPr>
            <w:tcW w:w="2694" w:type="dxa"/>
            <w:vAlign w:val="center"/>
          </w:tcPr>
          <w:p w14:paraId="36416421" w14:textId="77777777" w:rsidR="0085747A" w:rsidRPr="00C82F5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82F5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5AB2766" w14:textId="77777777" w:rsidR="0085747A" w:rsidRPr="00C82F51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B5727" w:rsidRPr="00C82F51" w14:paraId="7CCC8F0B" w14:textId="77777777" w:rsidTr="000B5727">
        <w:tc>
          <w:tcPr>
            <w:tcW w:w="2694" w:type="dxa"/>
            <w:vAlign w:val="center"/>
          </w:tcPr>
          <w:p w14:paraId="04A3D54A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3A1F39" w14:textId="2DE1B3E9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B5727" w:rsidRPr="00C82F51" w14:paraId="1AFE4EE7" w14:textId="77777777" w:rsidTr="000B5727">
        <w:tc>
          <w:tcPr>
            <w:tcW w:w="2694" w:type="dxa"/>
            <w:vAlign w:val="center"/>
          </w:tcPr>
          <w:p w14:paraId="4E9881D2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B933A0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0B5727" w:rsidRPr="00C82F51" w14:paraId="0ECC89C8" w14:textId="77777777" w:rsidTr="000B5727">
        <w:tc>
          <w:tcPr>
            <w:tcW w:w="2694" w:type="dxa"/>
            <w:vAlign w:val="center"/>
          </w:tcPr>
          <w:p w14:paraId="2925BC3A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7B2BB6A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0B5727" w:rsidRPr="00C82F51" w14:paraId="26D8C180" w14:textId="77777777" w:rsidTr="000B5727">
        <w:tc>
          <w:tcPr>
            <w:tcW w:w="2694" w:type="dxa"/>
            <w:vAlign w:val="center"/>
          </w:tcPr>
          <w:p w14:paraId="57CE80F1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57BBD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0B5727" w:rsidRPr="00C82F51" w14:paraId="75F4CEBD" w14:textId="77777777" w:rsidTr="000B5727">
        <w:tc>
          <w:tcPr>
            <w:tcW w:w="2694" w:type="dxa"/>
            <w:vAlign w:val="center"/>
          </w:tcPr>
          <w:p w14:paraId="64841C0C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34DC50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0B5727" w:rsidRPr="00C82F51" w14:paraId="5DB80226" w14:textId="77777777" w:rsidTr="000B5727">
        <w:tc>
          <w:tcPr>
            <w:tcW w:w="2694" w:type="dxa"/>
            <w:vAlign w:val="center"/>
          </w:tcPr>
          <w:p w14:paraId="4BAC1528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B479F9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IV</w:t>
            </w:r>
          </w:p>
        </w:tc>
      </w:tr>
      <w:tr w:rsidR="000B5727" w:rsidRPr="00C82F51" w14:paraId="5BE75935" w14:textId="77777777" w:rsidTr="000B5727">
        <w:tc>
          <w:tcPr>
            <w:tcW w:w="2694" w:type="dxa"/>
            <w:vAlign w:val="center"/>
          </w:tcPr>
          <w:p w14:paraId="77374A96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355414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0B5727" w:rsidRPr="00C82F51" w14:paraId="382FDA96" w14:textId="77777777" w:rsidTr="000B5727">
        <w:tc>
          <w:tcPr>
            <w:tcW w:w="2694" w:type="dxa"/>
            <w:vAlign w:val="center"/>
          </w:tcPr>
          <w:p w14:paraId="55562D34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1113C2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B5727" w:rsidRPr="00C82F51" w14:paraId="03E107DB" w14:textId="77777777" w:rsidTr="000B5727">
        <w:tc>
          <w:tcPr>
            <w:tcW w:w="2694" w:type="dxa"/>
            <w:vAlign w:val="center"/>
          </w:tcPr>
          <w:p w14:paraId="1EE16F8E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98163DE" w14:textId="54A43D10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0B5727" w:rsidRPr="00C82F51" w14:paraId="4A85E776" w14:textId="77777777" w:rsidTr="000B5727">
        <w:tc>
          <w:tcPr>
            <w:tcW w:w="2694" w:type="dxa"/>
            <w:vAlign w:val="center"/>
          </w:tcPr>
          <w:p w14:paraId="6AF7059E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9F6CEB" w14:textId="77777777" w:rsidR="000B5727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Pastuszko, prof. UR</w:t>
            </w:r>
            <w:r w:rsidRPr="00C82F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7C224A36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 xml:space="preserve">mgr Anna </w:t>
            </w:r>
            <w:proofErr w:type="spellStart"/>
            <w:r w:rsidRPr="00C82F51">
              <w:rPr>
                <w:rFonts w:ascii="Corbel" w:hAnsi="Corbel"/>
                <w:b w:val="0"/>
                <w:sz w:val="24"/>
                <w:szCs w:val="24"/>
              </w:rPr>
              <w:t>Hadała</w:t>
            </w:r>
            <w:proofErr w:type="spellEnd"/>
            <w:r w:rsidRPr="00C82F51">
              <w:rPr>
                <w:rFonts w:ascii="Corbel" w:hAnsi="Corbel"/>
                <w:b w:val="0"/>
                <w:sz w:val="24"/>
                <w:szCs w:val="24"/>
              </w:rPr>
              <w:t>-Skóra</w:t>
            </w:r>
          </w:p>
        </w:tc>
      </w:tr>
    </w:tbl>
    <w:p w14:paraId="0E0D7ECD" w14:textId="77777777" w:rsidR="0085747A" w:rsidRPr="00C82F5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* </w:t>
      </w:r>
      <w:r w:rsidRPr="00C82F51">
        <w:rPr>
          <w:rFonts w:ascii="Corbel" w:hAnsi="Corbel"/>
          <w:i/>
          <w:sz w:val="24"/>
          <w:szCs w:val="24"/>
        </w:rPr>
        <w:t>-</w:t>
      </w:r>
      <w:r w:rsidR="00B90885" w:rsidRPr="00C82F5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82F51">
        <w:rPr>
          <w:rFonts w:ascii="Corbel" w:hAnsi="Corbel"/>
          <w:b w:val="0"/>
          <w:sz w:val="24"/>
          <w:szCs w:val="24"/>
        </w:rPr>
        <w:t>e,</w:t>
      </w:r>
      <w:r w:rsidRPr="00C82F51">
        <w:rPr>
          <w:rFonts w:ascii="Corbel" w:hAnsi="Corbel"/>
          <w:i/>
          <w:sz w:val="24"/>
          <w:szCs w:val="24"/>
        </w:rPr>
        <w:t xml:space="preserve"> </w:t>
      </w:r>
      <w:r w:rsidRPr="00C82F5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82F51">
        <w:rPr>
          <w:rFonts w:ascii="Corbel" w:hAnsi="Corbel"/>
          <w:b w:val="0"/>
          <w:i/>
          <w:sz w:val="24"/>
          <w:szCs w:val="24"/>
        </w:rPr>
        <w:t>w Jednostce</w:t>
      </w:r>
    </w:p>
    <w:p w14:paraId="36C62549" w14:textId="77777777" w:rsidR="00923D7D" w:rsidRPr="00C82F5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913ECE" w14:textId="77777777" w:rsidR="0085747A" w:rsidRPr="00C82F5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>1.</w:t>
      </w:r>
      <w:r w:rsidR="00E22FBC" w:rsidRPr="00C82F51">
        <w:rPr>
          <w:rFonts w:ascii="Corbel" w:hAnsi="Corbel"/>
          <w:sz w:val="24"/>
          <w:szCs w:val="24"/>
        </w:rPr>
        <w:t>1</w:t>
      </w:r>
      <w:r w:rsidRPr="00C82F5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234425" w14:textId="77777777" w:rsidR="00923D7D" w:rsidRPr="00C82F5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82F51" w14:paraId="190B3C23" w14:textId="77777777" w:rsidTr="000B572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1B15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Semestr</w:t>
            </w:r>
          </w:p>
          <w:p w14:paraId="35EDADBA" w14:textId="77777777" w:rsidR="00015B8F" w:rsidRPr="00C82F51" w:rsidRDefault="002B5EA0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(</w:t>
            </w:r>
            <w:r w:rsidR="00363F78" w:rsidRPr="00C82F5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E7BC7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Wykł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F7EDF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31B55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Konw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C826A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03FC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Sem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9AE77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6F5DA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Prakt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29851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A3975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2F51">
              <w:rPr>
                <w:rFonts w:ascii="Corbel" w:hAnsi="Corbel"/>
                <w:b/>
                <w:szCs w:val="24"/>
              </w:rPr>
              <w:t>Liczba pkt</w:t>
            </w:r>
            <w:r w:rsidR="00B90885" w:rsidRPr="00C82F51">
              <w:rPr>
                <w:rFonts w:ascii="Corbel" w:hAnsi="Corbel"/>
                <w:b/>
                <w:szCs w:val="24"/>
              </w:rPr>
              <w:t>.</w:t>
            </w:r>
            <w:r w:rsidRPr="00C82F5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82F51" w14:paraId="26902F0B" w14:textId="77777777" w:rsidTr="000B572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BD4A" w14:textId="0E6A4337" w:rsidR="00015B8F" w:rsidRPr="00C82F51" w:rsidRDefault="000B5727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5727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B106" w14:textId="77777777" w:rsidR="00015B8F" w:rsidRPr="00C82F51" w:rsidRDefault="00901C4C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17A9" w14:textId="77777777" w:rsidR="00015B8F" w:rsidRPr="00C82F51" w:rsidRDefault="00901C4C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7820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3346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E17F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692E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CB5A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0AAA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D138" w14:textId="77777777" w:rsidR="00015B8F" w:rsidRPr="00C82F51" w:rsidRDefault="00901C4C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DEAD5E" w14:textId="77777777" w:rsidR="00923D7D" w:rsidRPr="00C82F5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ADE5AF" w14:textId="77777777" w:rsidR="00923D7D" w:rsidRPr="00C82F5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051520E" w14:textId="77777777" w:rsidR="0085747A" w:rsidRPr="00C82F5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>1.</w:t>
      </w:r>
      <w:r w:rsidR="00E22FBC" w:rsidRPr="00C82F51">
        <w:rPr>
          <w:rFonts w:ascii="Corbel" w:hAnsi="Corbel"/>
          <w:smallCaps w:val="0"/>
          <w:szCs w:val="24"/>
        </w:rPr>
        <w:t>2</w:t>
      </w:r>
      <w:r w:rsidR="00F83B28" w:rsidRPr="00C82F51">
        <w:rPr>
          <w:rFonts w:ascii="Corbel" w:hAnsi="Corbel"/>
          <w:smallCaps w:val="0"/>
          <w:szCs w:val="24"/>
        </w:rPr>
        <w:t>.</w:t>
      </w:r>
      <w:r w:rsidR="00F83B28" w:rsidRPr="00C82F51">
        <w:rPr>
          <w:rFonts w:ascii="Corbel" w:hAnsi="Corbel"/>
          <w:smallCaps w:val="0"/>
          <w:szCs w:val="24"/>
        </w:rPr>
        <w:tab/>
      </w:r>
      <w:r w:rsidRPr="00C82F51">
        <w:rPr>
          <w:rFonts w:ascii="Corbel" w:hAnsi="Corbel"/>
          <w:smallCaps w:val="0"/>
          <w:szCs w:val="24"/>
        </w:rPr>
        <w:t xml:space="preserve">Sposób realizacji zajęć  </w:t>
      </w:r>
    </w:p>
    <w:p w14:paraId="4AC590A4" w14:textId="77777777" w:rsidR="0085747A" w:rsidRPr="00C82F51" w:rsidRDefault="00130B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eastAsia="MS Gothic" w:hAnsi="Corbel" w:cs="MS Gothic"/>
          <w:b w:val="0"/>
          <w:szCs w:val="24"/>
        </w:rPr>
        <w:t>×</w:t>
      </w:r>
      <w:r w:rsidR="0085747A" w:rsidRPr="00C82F5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84ACE35" w14:textId="77777777" w:rsidR="0085747A" w:rsidRPr="00C82F51" w:rsidRDefault="003335F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C82F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8D574F7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F4D38F" w14:textId="77777777" w:rsidR="00E22FBC" w:rsidRPr="00C82F5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1.3 </w:t>
      </w:r>
      <w:r w:rsidR="00F83B28" w:rsidRPr="00C82F51">
        <w:rPr>
          <w:rFonts w:ascii="Corbel" w:hAnsi="Corbel"/>
          <w:smallCaps w:val="0"/>
          <w:szCs w:val="24"/>
        </w:rPr>
        <w:tab/>
      </w:r>
      <w:r w:rsidRPr="00C82F51">
        <w:rPr>
          <w:rFonts w:ascii="Corbel" w:hAnsi="Corbel"/>
          <w:smallCaps w:val="0"/>
          <w:szCs w:val="24"/>
        </w:rPr>
        <w:t>For</w:t>
      </w:r>
      <w:r w:rsidR="00445970" w:rsidRPr="00C82F51">
        <w:rPr>
          <w:rFonts w:ascii="Corbel" w:hAnsi="Corbel"/>
          <w:smallCaps w:val="0"/>
          <w:szCs w:val="24"/>
        </w:rPr>
        <w:t xml:space="preserve">ma zaliczenia przedmiotu </w:t>
      </w:r>
      <w:r w:rsidRPr="00C82F51">
        <w:rPr>
          <w:rFonts w:ascii="Corbel" w:hAnsi="Corbel"/>
          <w:smallCaps w:val="0"/>
          <w:szCs w:val="24"/>
        </w:rPr>
        <w:t xml:space="preserve"> (z toku) </w:t>
      </w:r>
      <w:r w:rsidRPr="00C82F5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651F1D" w14:textId="77777777" w:rsidR="009C54AE" w:rsidRPr="00C82F51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6799A4" w14:textId="77777777" w:rsidR="00EC1819" w:rsidRPr="00C82F51" w:rsidRDefault="00EC1819" w:rsidP="00EC1819">
      <w:pPr>
        <w:spacing w:after="0"/>
        <w:contextualSpacing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>Ćwiczenia:</w:t>
      </w:r>
    </w:p>
    <w:p w14:paraId="797DF706" w14:textId="77777777" w:rsidR="00EC1819" w:rsidRPr="00C82F51" w:rsidRDefault="00EC1819" w:rsidP="00EC1819">
      <w:pPr>
        <w:spacing w:after="0"/>
        <w:contextualSpacing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>Forma zaliczenia: zaliczenie z oceną</w:t>
      </w:r>
    </w:p>
    <w:p w14:paraId="707AA833" w14:textId="77777777" w:rsidR="00EC1819" w:rsidRPr="00C82F51" w:rsidRDefault="00EC1819" w:rsidP="00EC1819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Wykłady:</w:t>
      </w:r>
    </w:p>
    <w:p w14:paraId="2C9392A8" w14:textId="77777777" w:rsidR="00EC1819" w:rsidRPr="00C82F51" w:rsidRDefault="00EC1819" w:rsidP="00EC1819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Forma zaliczenia: egzamin</w:t>
      </w:r>
    </w:p>
    <w:p w14:paraId="346E00B0" w14:textId="77777777" w:rsidR="00E960BB" w:rsidRPr="00C82F5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1D289D" w14:textId="7C3B2BD1" w:rsidR="00E960BB" w:rsidRDefault="000B572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85747A" w:rsidRPr="00C82F51">
        <w:rPr>
          <w:rFonts w:ascii="Corbel" w:hAnsi="Corbel"/>
          <w:szCs w:val="24"/>
        </w:rPr>
        <w:lastRenderedPageBreak/>
        <w:t xml:space="preserve">2.Wymagania wstępne </w:t>
      </w:r>
    </w:p>
    <w:p w14:paraId="050CF9C0" w14:textId="77777777" w:rsidR="000B5727" w:rsidRPr="00C82F51" w:rsidRDefault="000B572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82F51" w14:paraId="12A6F5ED" w14:textId="77777777" w:rsidTr="00745302">
        <w:tc>
          <w:tcPr>
            <w:tcW w:w="9670" w:type="dxa"/>
          </w:tcPr>
          <w:p w14:paraId="6CEB1C3B" w14:textId="3167F553" w:rsidR="0085747A" w:rsidRPr="00C82F51" w:rsidRDefault="00EC181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2A354D8E" w14:textId="77777777" w:rsidR="00153C41" w:rsidRPr="00C82F5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ED0CDD" w14:textId="77777777" w:rsidR="0085747A" w:rsidRPr="00C82F5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82F51">
        <w:rPr>
          <w:rFonts w:ascii="Corbel" w:hAnsi="Corbel"/>
          <w:szCs w:val="24"/>
        </w:rPr>
        <w:t>3.</w:t>
      </w:r>
      <w:r w:rsidR="0085747A" w:rsidRPr="00C82F51">
        <w:rPr>
          <w:rFonts w:ascii="Corbel" w:hAnsi="Corbel"/>
          <w:szCs w:val="24"/>
        </w:rPr>
        <w:t xml:space="preserve"> </w:t>
      </w:r>
      <w:r w:rsidR="00A84C85" w:rsidRPr="00C82F51">
        <w:rPr>
          <w:rFonts w:ascii="Corbel" w:hAnsi="Corbel"/>
          <w:szCs w:val="24"/>
        </w:rPr>
        <w:t>cele, efekty uczenia się</w:t>
      </w:r>
      <w:r w:rsidR="0085747A" w:rsidRPr="00C82F51">
        <w:rPr>
          <w:rFonts w:ascii="Corbel" w:hAnsi="Corbel"/>
          <w:szCs w:val="24"/>
        </w:rPr>
        <w:t xml:space="preserve"> , treści Programowe i stosowane metody Dydaktyczne</w:t>
      </w:r>
    </w:p>
    <w:p w14:paraId="761350AD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0AE73F" w14:textId="77777777" w:rsidR="0085747A" w:rsidRPr="00C82F5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3.1 </w:t>
      </w:r>
      <w:r w:rsidR="00C05F44" w:rsidRPr="00C82F51">
        <w:rPr>
          <w:rFonts w:ascii="Corbel" w:hAnsi="Corbel"/>
          <w:sz w:val="24"/>
          <w:szCs w:val="24"/>
        </w:rPr>
        <w:t>Cele przedmiotu</w:t>
      </w:r>
    </w:p>
    <w:p w14:paraId="63563307" w14:textId="77777777" w:rsidR="00F83B28" w:rsidRPr="00C82F5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68"/>
        <w:gridCol w:w="8856"/>
      </w:tblGrid>
      <w:tr w:rsidR="00EC1819" w:rsidRPr="00C82F51" w14:paraId="2A685103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076E5" w14:textId="77777777" w:rsidR="00EC1819" w:rsidRPr="00C82F51" w:rsidRDefault="00EC1819" w:rsidP="00670A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E29DA" w14:textId="77777777" w:rsidR="00EC1819" w:rsidRPr="00C82F51" w:rsidRDefault="00EC1819" w:rsidP="00670A6E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powinien:</w:t>
            </w:r>
          </w:p>
        </w:tc>
      </w:tr>
      <w:tr w:rsidR="00EC1819" w:rsidRPr="00C82F51" w14:paraId="40E8B221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89822" w14:textId="77777777" w:rsidR="00EC1819" w:rsidRPr="00C82F51" w:rsidRDefault="00EC1819" w:rsidP="00670A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14B76" w14:textId="77777777" w:rsidR="00EC1819" w:rsidRPr="00C82F51" w:rsidRDefault="00EC1819" w:rsidP="00670A6E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Wskazywać na problemy związane z redagowania poprawnych tekstów prawnych, w sposób zgodny z oczekiwaniami formułowanymi w odniesieniu do prawodawcy racjonalnego.</w:t>
            </w:r>
          </w:p>
        </w:tc>
      </w:tr>
      <w:tr w:rsidR="00EC1819" w:rsidRPr="00C82F51" w14:paraId="57134FBD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661AC" w14:textId="77777777" w:rsidR="00EC1819" w:rsidRPr="00C82F51" w:rsidRDefault="00EC1819" w:rsidP="00670A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DDA7A" w14:textId="77777777" w:rsidR="00EC1819" w:rsidRPr="00C82F51" w:rsidRDefault="00EC1819" w:rsidP="00670A6E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Analizować reguły techniki prawodawczej.</w:t>
            </w:r>
          </w:p>
        </w:tc>
      </w:tr>
    </w:tbl>
    <w:p w14:paraId="1AE6E233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807E85" w14:textId="77777777" w:rsidR="001D7B54" w:rsidRPr="00C82F5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b/>
          <w:sz w:val="24"/>
          <w:szCs w:val="24"/>
        </w:rPr>
        <w:t xml:space="preserve">3.2 </w:t>
      </w:r>
      <w:r w:rsidR="001D7B54" w:rsidRPr="00C82F51">
        <w:rPr>
          <w:rFonts w:ascii="Corbel" w:hAnsi="Corbel"/>
          <w:b/>
          <w:sz w:val="24"/>
          <w:szCs w:val="24"/>
        </w:rPr>
        <w:t xml:space="preserve">Efekty </w:t>
      </w:r>
      <w:r w:rsidR="00C05F44" w:rsidRPr="00C82F5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82F51">
        <w:rPr>
          <w:rFonts w:ascii="Corbel" w:hAnsi="Corbel"/>
          <w:b/>
          <w:sz w:val="24"/>
          <w:szCs w:val="24"/>
        </w:rPr>
        <w:t>dla przedmiotu</w:t>
      </w:r>
      <w:r w:rsidR="00445970" w:rsidRPr="00C82F51">
        <w:rPr>
          <w:rFonts w:ascii="Corbel" w:hAnsi="Corbel"/>
          <w:sz w:val="24"/>
          <w:szCs w:val="24"/>
        </w:rPr>
        <w:t xml:space="preserve"> </w:t>
      </w:r>
    </w:p>
    <w:p w14:paraId="2A826C70" w14:textId="77777777" w:rsidR="001D7B54" w:rsidRPr="00C82F5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5B8F7C" w14:textId="77777777" w:rsidR="00081DF0" w:rsidRPr="00C82F51" w:rsidRDefault="00081DF0" w:rsidP="00081DF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41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79"/>
        <w:gridCol w:w="5875"/>
        <w:gridCol w:w="1862"/>
      </w:tblGrid>
      <w:tr w:rsidR="005D5514" w:rsidRPr="00C82F51" w14:paraId="4661A4A5" w14:textId="77777777" w:rsidTr="000B572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C4722" w14:textId="77777777" w:rsidR="005D5514" w:rsidRPr="009C54AE" w:rsidRDefault="005D5514" w:rsidP="004720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1E14E" w14:textId="77777777" w:rsidR="005D5514" w:rsidRPr="009C54AE" w:rsidRDefault="005D5514" w:rsidP="004720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D5424" w14:textId="77777777" w:rsidR="005D5514" w:rsidRPr="009C54AE" w:rsidRDefault="005D5514" w:rsidP="004720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1DF0" w:rsidRPr="00C82F51" w14:paraId="365A665D" w14:textId="77777777" w:rsidTr="000B572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6374B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3FA8F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Rozróżnia poszczególne źródła prawa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01047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K_W03</w:t>
            </w:r>
          </w:p>
          <w:p w14:paraId="509D1C7A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81DF0" w:rsidRPr="00C82F51" w14:paraId="392C9C7B" w14:textId="77777777" w:rsidTr="000B572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5C2CB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ECABF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Opisuje proces legislacyjny i wskazuje na odrębności w procedurze prawodawczej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4FBE4" w14:textId="102D5D0C" w:rsidR="00081DF0" w:rsidRDefault="00081DF0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6410596E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K_W07</w:t>
            </w:r>
          </w:p>
          <w:p w14:paraId="6243B7B0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K_W08</w:t>
            </w:r>
          </w:p>
          <w:p w14:paraId="5AEAB5E6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K_W10</w:t>
            </w:r>
          </w:p>
          <w:p w14:paraId="79512606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81DF0" w:rsidRPr="00C82F51" w14:paraId="0A677507" w14:textId="77777777" w:rsidTr="000B572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BEE86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A94B2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Wymienia podstawowe zasady techniki prawodawczej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760FC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754061BC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K_W06</w:t>
            </w:r>
          </w:p>
          <w:p w14:paraId="41F2605C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81DF0" w:rsidRPr="00C82F51" w14:paraId="023A05D0" w14:textId="77777777" w:rsidTr="000B572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14B96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D7C41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Wyjaśnia reguły dotyczące konstrukcji poprawnych wyrażeń w akcie prawnym normatywnym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49D62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K_W02</w:t>
            </w:r>
          </w:p>
          <w:p w14:paraId="2B26954A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K_W06</w:t>
            </w:r>
          </w:p>
        </w:tc>
      </w:tr>
      <w:tr w:rsidR="00081DF0" w:rsidRPr="00C82F51" w14:paraId="5003C678" w14:textId="77777777" w:rsidTr="000B572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DAC72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D4784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Wylicza poszczególne części składowe aktu normatywnego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D62F7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200A8E5A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81DF0" w:rsidRPr="00C82F51" w14:paraId="7DF36A0F" w14:textId="77777777" w:rsidTr="000B572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1D724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748FB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Konstruuje tekst normatywny w sposób poprawny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7BB45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K_U03</w:t>
            </w:r>
          </w:p>
          <w:p w14:paraId="0E282A19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K_U05</w:t>
            </w:r>
          </w:p>
          <w:p w14:paraId="35E3C75E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K_U07</w:t>
            </w:r>
          </w:p>
          <w:p w14:paraId="7E642328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K_U08</w:t>
            </w:r>
          </w:p>
          <w:p w14:paraId="0A5F1D4B" w14:textId="70B3B531" w:rsidR="00081DF0" w:rsidRPr="000B5727" w:rsidRDefault="00081DF0" w:rsidP="000B572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K_U15</w:t>
            </w:r>
          </w:p>
        </w:tc>
      </w:tr>
      <w:tr w:rsidR="00081DF0" w:rsidRPr="00C82F51" w14:paraId="2AD2D117" w14:textId="77777777" w:rsidTr="000B572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8BAE8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7410D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W podstawowym zakresie poddaje krytyce niepoprawne akty normatywne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789C8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K_U02</w:t>
            </w:r>
          </w:p>
          <w:p w14:paraId="5AAD935F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K_U04</w:t>
            </w:r>
          </w:p>
          <w:p w14:paraId="4FFB9BEC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K_U06</w:t>
            </w:r>
          </w:p>
          <w:p w14:paraId="56342DED" w14:textId="4AFD0897" w:rsidR="00081DF0" w:rsidRPr="00520494" w:rsidRDefault="00081DF0" w:rsidP="0052049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K_U15</w:t>
            </w:r>
          </w:p>
        </w:tc>
      </w:tr>
      <w:tr w:rsidR="00081DF0" w:rsidRPr="00C82F51" w14:paraId="31C2E289" w14:textId="77777777" w:rsidTr="000B572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C30BA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63374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Dyskutuje na temat przejrzystości i spójności systemu prawa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5B751" w14:textId="77777777" w:rsidR="00081DF0" w:rsidRDefault="00276DB9" w:rsidP="006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276DB9">
              <w:rPr>
                <w:rFonts w:ascii="Corbel" w:eastAsia="Cambria" w:hAnsi="Corbel"/>
                <w:b w:val="0"/>
                <w:szCs w:val="24"/>
              </w:rPr>
              <w:t>K_W05</w:t>
            </w:r>
            <w:r>
              <w:rPr>
                <w:rFonts w:ascii="Corbel" w:eastAsia="Cambria" w:hAnsi="Corbel"/>
                <w:b w:val="0"/>
                <w:szCs w:val="24"/>
              </w:rPr>
              <w:t>,</w:t>
            </w:r>
          </w:p>
          <w:p w14:paraId="1080A191" w14:textId="624525C7" w:rsidR="00276DB9" w:rsidRPr="00C82F51" w:rsidRDefault="00276DB9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6DB9">
              <w:rPr>
                <w:rFonts w:ascii="Corbel" w:hAnsi="Corbel"/>
                <w:b w:val="0"/>
                <w:szCs w:val="24"/>
              </w:rPr>
              <w:t>K_U16</w:t>
            </w:r>
          </w:p>
        </w:tc>
      </w:tr>
      <w:tr w:rsidR="00081DF0" w:rsidRPr="00C82F51" w14:paraId="49151DBD" w14:textId="77777777" w:rsidTr="000B572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977B7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26811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Zachowuje krytycyzm w ocenie poprawności poszczególnych aktów normatywnych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F440B" w14:textId="11C72B12" w:rsidR="00081DF0" w:rsidRDefault="00081DF0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K_K04</w:t>
            </w:r>
          </w:p>
          <w:p w14:paraId="53323B2D" w14:textId="4CB8E16D" w:rsidR="00081DF0" w:rsidRPr="00276DB9" w:rsidRDefault="00276DB9" w:rsidP="00276DB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6DB9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4A22C72F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4022A7" w14:textId="77777777" w:rsidR="0085747A" w:rsidRPr="00C82F5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82F51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C82F51">
        <w:rPr>
          <w:rFonts w:ascii="Corbel" w:hAnsi="Corbel"/>
          <w:b/>
          <w:sz w:val="24"/>
          <w:szCs w:val="24"/>
        </w:rPr>
        <w:t xml:space="preserve"> </w:t>
      </w:r>
      <w:r w:rsidR="0085747A" w:rsidRPr="00C82F51">
        <w:rPr>
          <w:rFonts w:ascii="Corbel" w:hAnsi="Corbel"/>
          <w:b/>
          <w:sz w:val="24"/>
          <w:szCs w:val="24"/>
        </w:rPr>
        <w:t>T</w:t>
      </w:r>
      <w:r w:rsidR="001D7B54" w:rsidRPr="00C82F5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82F51">
        <w:rPr>
          <w:rFonts w:ascii="Corbel" w:hAnsi="Corbel"/>
          <w:sz w:val="24"/>
          <w:szCs w:val="24"/>
        </w:rPr>
        <w:t xml:space="preserve">  </w:t>
      </w:r>
    </w:p>
    <w:p w14:paraId="3E7E2C92" w14:textId="77777777" w:rsidR="0085747A" w:rsidRPr="00C82F5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Problematyka wykładu </w:t>
      </w:r>
    </w:p>
    <w:p w14:paraId="0980B6F5" w14:textId="77777777" w:rsidR="0065468F" w:rsidRPr="00C82F51" w:rsidRDefault="0065468F" w:rsidP="0065468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239"/>
      </w:tblGrid>
      <w:tr w:rsidR="00C25F9F" w:rsidRPr="00C82F51" w14:paraId="17D17B69" w14:textId="77777777" w:rsidTr="000B5727"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Ind w:w="1379" w:type="dxa"/>
              <w:tblLayout w:type="fixed"/>
              <w:tblLook w:val="0000" w:firstRow="0" w:lastRow="0" w:firstColumn="0" w:lastColumn="0" w:noHBand="0" w:noVBand="0"/>
            </w:tblPr>
            <w:tblGrid>
              <w:gridCol w:w="3969"/>
              <w:gridCol w:w="1286"/>
            </w:tblGrid>
            <w:tr w:rsidR="00962097" w:rsidRPr="00FA5EF4" w14:paraId="5F4FE632" w14:textId="77777777" w:rsidTr="00135603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9F78748" w14:textId="77777777" w:rsidR="00962097" w:rsidRPr="00FA5EF4" w:rsidRDefault="00962097" w:rsidP="00962097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Tworzenie prawa w państwie demokratycznym – koncepcje teoretyczne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80DAA6D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962097" w:rsidRPr="00FA5EF4" w14:paraId="77F5745F" w14:textId="77777777" w:rsidTr="00135603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73EFAC3" w14:textId="77777777" w:rsidR="00962097" w:rsidRPr="00527F5C" w:rsidRDefault="00962097" w:rsidP="00962097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527F5C">
                    <w:rPr>
                      <w:rFonts w:ascii="Corbel" w:hAnsi="Corbel"/>
                      <w:sz w:val="24"/>
                      <w:szCs w:val="24"/>
                    </w:rPr>
                    <w:t xml:space="preserve">Prawna regulacja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procesu legislacyjnego w Polsce</w:t>
                  </w:r>
                  <w:r w:rsidRPr="00527F5C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626C236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962097" w:rsidRPr="00FA5EF4" w14:paraId="7217A304" w14:textId="77777777" w:rsidTr="00135603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E7E49CA" w14:textId="77777777" w:rsidR="00962097" w:rsidRPr="00FA5EF4" w:rsidRDefault="00962097" w:rsidP="00962097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  <w:t xml:space="preserve">System źródeł prawa w Polsce. </w:t>
                  </w:r>
                </w:p>
                <w:p w14:paraId="6DE185CC" w14:textId="77777777" w:rsidR="00962097" w:rsidRPr="00527F5C" w:rsidRDefault="00962097" w:rsidP="00962097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Charakterystyka aktów prawnych i s</w:t>
                  </w:r>
                  <w:r w:rsidRPr="00FA5EF4">
                    <w:rPr>
                      <w:rFonts w:ascii="Corbel" w:hAnsi="Corbel"/>
                      <w:sz w:val="24"/>
                      <w:szCs w:val="24"/>
                    </w:rPr>
                    <w:t xml:space="preserve">posoby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tworzenia zawartych w nich norm. 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FD6E4E2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962097" w:rsidRPr="00FA5EF4" w14:paraId="7FB40784" w14:textId="77777777" w:rsidTr="00135603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FD5C678" w14:textId="77777777" w:rsidR="00962097" w:rsidRPr="000C2027" w:rsidRDefault="00962097" w:rsidP="00962097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Układ treści aktów normatywnych i środki językowe służące zapewnieniu spójności tekstu normatywnego – zasady techniki prawodawczej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72BA05F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962097" w:rsidRPr="00FA5EF4" w14:paraId="1609AC81" w14:textId="77777777" w:rsidTr="00135603">
              <w:trPr>
                <w:trHeight w:val="457"/>
              </w:trPr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8915D32" w14:textId="77777777" w:rsidR="00962097" w:rsidRPr="003F4010" w:rsidRDefault="00962097" w:rsidP="00962097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130935">
                    <w:rPr>
                      <w:rFonts w:ascii="Corbel" w:hAnsi="Corbel"/>
                      <w:sz w:val="24"/>
                      <w:szCs w:val="24"/>
                    </w:rPr>
                    <w:t>Nowelizacja ustawy i tekst jednolity.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B125F3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962097" w:rsidRPr="00FA5EF4" w14:paraId="0E4F2DDF" w14:textId="77777777" w:rsidTr="00135603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C2B8072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Suma godzin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BEB5600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Corbel" w:hAnsi="Corbel"/>
                      <w:b/>
                      <w:sz w:val="24"/>
                      <w:szCs w:val="24"/>
                    </w:rPr>
                    <w:t>5</w:t>
                  </w:r>
                </w:p>
              </w:tc>
            </w:tr>
          </w:tbl>
          <w:p w14:paraId="0E9F7ED5" w14:textId="77777777" w:rsidR="00C25F9F" w:rsidRPr="00C82F51" w:rsidRDefault="00C25F9F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78304D" w14:textId="77777777" w:rsidR="003D1273" w:rsidRPr="00C82F51" w:rsidRDefault="003D1273" w:rsidP="003D12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E1ECE9" w14:textId="77777777" w:rsidR="0085747A" w:rsidRPr="00C82F51" w:rsidRDefault="00B26494" w:rsidP="009C54AE">
      <w:pPr>
        <w:spacing w:after="0" w:line="240" w:lineRule="auto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br w:type="textWrapping" w:clear="all"/>
      </w:r>
    </w:p>
    <w:p w14:paraId="294A98E9" w14:textId="77777777" w:rsidR="0085747A" w:rsidRPr="00C82F5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82F51">
        <w:rPr>
          <w:rFonts w:ascii="Corbel" w:hAnsi="Corbel"/>
          <w:sz w:val="24"/>
          <w:szCs w:val="24"/>
        </w:rPr>
        <w:t xml:space="preserve">, </w:t>
      </w:r>
      <w:r w:rsidRPr="00C82F51">
        <w:rPr>
          <w:rFonts w:ascii="Corbel" w:hAnsi="Corbel"/>
          <w:sz w:val="24"/>
          <w:szCs w:val="24"/>
        </w:rPr>
        <w:t xml:space="preserve">zajęć praktycznych </w:t>
      </w:r>
    </w:p>
    <w:p w14:paraId="2DD8FC8F" w14:textId="77777777" w:rsidR="0085747A" w:rsidRPr="00C82F5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239"/>
      </w:tblGrid>
      <w:tr w:rsidR="00081DF0" w:rsidRPr="00C82F51" w14:paraId="4264C020" w14:textId="77777777" w:rsidTr="000B5727"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DD296" w14:textId="77777777" w:rsidR="00081DF0" w:rsidRPr="00C82F51" w:rsidRDefault="00081DF0" w:rsidP="00670A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1DF0" w:rsidRPr="00C82F51" w14:paraId="2496F2EC" w14:textId="77777777" w:rsidTr="000B5727"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Ind w:w="1379" w:type="dxa"/>
              <w:tblLayout w:type="fixed"/>
              <w:tblLook w:val="0000" w:firstRow="0" w:lastRow="0" w:firstColumn="0" w:lastColumn="0" w:noHBand="0" w:noVBand="0"/>
            </w:tblPr>
            <w:tblGrid>
              <w:gridCol w:w="3969"/>
              <w:gridCol w:w="1286"/>
            </w:tblGrid>
            <w:tr w:rsidR="00962097" w:rsidRPr="00FA5EF4" w14:paraId="65E3DA7D" w14:textId="77777777" w:rsidTr="00135603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E2B5A60" w14:textId="77777777" w:rsidR="00962097" w:rsidRPr="00FA5EF4" w:rsidRDefault="00962097" w:rsidP="00962097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Tworzenie prawa w państwie demokratycznym – koncepcje teoretyczne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036EB0B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962097" w:rsidRPr="00FA5EF4" w14:paraId="4CCF9A18" w14:textId="77777777" w:rsidTr="00135603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141D0EA" w14:textId="77777777" w:rsidR="00962097" w:rsidRPr="00527F5C" w:rsidRDefault="00962097" w:rsidP="00962097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527F5C">
                    <w:rPr>
                      <w:rFonts w:ascii="Corbel" w:hAnsi="Corbel"/>
                      <w:sz w:val="24"/>
                      <w:szCs w:val="24"/>
                    </w:rPr>
                    <w:t xml:space="preserve">Prawna regulacja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procesu legislacyjnego w Polsce</w:t>
                  </w:r>
                  <w:r w:rsidRPr="00527F5C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4F8833E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962097" w:rsidRPr="00FA5EF4" w14:paraId="31E87264" w14:textId="77777777" w:rsidTr="00135603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35769E0" w14:textId="77777777" w:rsidR="00962097" w:rsidRPr="00527F5C" w:rsidRDefault="00962097" w:rsidP="00962097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962097">
                    <w:rPr>
                      <w:rFonts w:ascii="Corbel" w:hAnsi="Corbel"/>
                      <w:sz w:val="24"/>
                      <w:szCs w:val="24"/>
                    </w:rPr>
                    <w:t>Prawna regulacja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 procesu legislacyjnego w państwach europejskich 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B85AA70" w14:textId="77777777" w:rsidR="00962097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962097" w:rsidRPr="00FA5EF4" w14:paraId="261C5541" w14:textId="77777777" w:rsidTr="00135603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D7928CA" w14:textId="77777777" w:rsidR="00962097" w:rsidRPr="00FA5EF4" w:rsidRDefault="00BA2EE1" w:rsidP="00962097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  <w:t>System źródeł prawa w Polsce</w:t>
                  </w:r>
                  <w:r w:rsidR="00962097"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14:paraId="6C1EABA4" w14:textId="77777777" w:rsidR="00962097" w:rsidRPr="00527F5C" w:rsidRDefault="00962097" w:rsidP="00962097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Charakterystyka aktów prawnych i s</w:t>
                  </w:r>
                  <w:r w:rsidRPr="00FA5EF4">
                    <w:rPr>
                      <w:rFonts w:ascii="Corbel" w:hAnsi="Corbel"/>
                      <w:sz w:val="24"/>
                      <w:szCs w:val="24"/>
                    </w:rPr>
                    <w:t xml:space="preserve">posoby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tworzenia zawartych w nich norm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FAB9FBF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962097" w:rsidRPr="00FA5EF4" w14:paraId="3B6CC659" w14:textId="77777777" w:rsidTr="00135603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7FF63A0" w14:textId="77777777" w:rsidR="00962097" w:rsidRPr="000C2027" w:rsidRDefault="00962097" w:rsidP="00962097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Układ treści aktów normatywnych i środki językowe służące zapewnieniu spójności tekstu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normatywnego – zasady techniki prawodawczej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B9DAFC5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4</w:t>
                  </w:r>
                </w:p>
              </w:tc>
            </w:tr>
            <w:tr w:rsidR="00962097" w:rsidRPr="00FA5EF4" w14:paraId="351F0068" w14:textId="77777777" w:rsidTr="00135603">
              <w:trPr>
                <w:trHeight w:val="457"/>
              </w:trPr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7021D7F" w14:textId="77777777" w:rsidR="00962097" w:rsidRPr="003F4010" w:rsidRDefault="00962097" w:rsidP="00962097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130935">
                    <w:rPr>
                      <w:rFonts w:ascii="Corbel" w:hAnsi="Corbel"/>
                      <w:sz w:val="24"/>
                      <w:szCs w:val="24"/>
                    </w:rPr>
                    <w:t>Nowel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izacja ustawy i tekst jednolity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73270D3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962097" w:rsidRPr="00FA5EF4" w14:paraId="1AC9D996" w14:textId="77777777" w:rsidTr="00135603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15F60A4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Suma godzin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30B124D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Corbel" w:hAnsi="Corbel"/>
                      <w:b/>
                      <w:sz w:val="24"/>
                      <w:szCs w:val="24"/>
                    </w:rPr>
                    <w:t>5</w:t>
                  </w:r>
                </w:p>
              </w:tc>
            </w:tr>
          </w:tbl>
          <w:p w14:paraId="4CAD049E" w14:textId="77777777" w:rsidR="00081DF0" w:rsidRPr="00C82F51" w:rsidRDefault="00081DF0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DF21330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D6EEE7" w14:textId="77777777" w:rsidR="0085747A" w:rsidRPr="00C82F5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>3.4 Metody dydaktyczne</w:t>
      </w:r>
      <w:r w:rsidRPr="00C82F51">
        <w:rPr>
          <w:rFonts w:ascii="Corbel" w:hAnsi="Corbel"/>
          <w:b w:val="0"/>
          <w:smallCaps w:val="0"/>
          <w:szCs w:val="24"/>
        </w:rPr>
        <w:t xml:space="preserve"> </w:t>
      </w:r>
    </w:p>
    <w:p w14:paraId="0298054A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0F948B" w14:textId="77777777" w:rsidR="009568D5" w:rsidRPr="00C82F51" w:rsidRDefault="009568D5" w:rsidP="009568D5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>Ćwiczenia:</w:t>
      </w:r>
    </w:p>
    <w:p w14:paraId="79C255DD" w14:textId="77777777" w:rsidR="009568D5" w:rsidRPr="00C82F51" w:rsidRDefault="009568D5" w:rsidP="009568D5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Analiza i interpretacja aktów anormatywnych</w:t>
      </w:r>
    </w:p>
    <w:p w14:paraId="2F64E710" w14:textId="77777777" w:rsidR="009568D5" w:rsidRPr="00C82F51" w:rsidRDefault="009568D5" w:rsidP="009568D5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Dyskusja panelowa</w:t>
      </w:r>
    </w:p>
    <w:p w14:paraId="4D011A51" w14:textId="77777777" w:rsidR="009568D5" w:rsidRPr="00C82F51" w:rsidRDefault="009568D5" w:rsidP="009568D5">
      <w:pPr>
        <w:pStyle w:val="Punktygwne"/>
        <w:spacing w:before="0" w:after="0"/>
        <w:contextualSpacing/>
        <w:rPr>
          <w:rFonts w:ascii="Corbel" w:hAnsi="Corbel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Praca w grupach</w:t>
      </w:r>
    </w:p>
    <w:p w14:paraId="3E5B7689" w14:textId="77777777" w:rsidR="009568D5" w:rsidRPr="00C82F51" w:rsidRDefault="009568D5" w:rsidP="009568D5">
      <w:pPr>
        <w:pStyle w:val="Punktygwne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szCs w:val="24"/>
        </w:rPr>
        <w:t>Wykłady:</w:t>
      </w:r>
    </w:p>
    <w:p w14:paraId="55DF28D4" w14:textId="77777777" w:rsidR="009568D5" w:rsidRPr="00C82F51" w:rsidRDefault="009568D5" w:rsidP="009568D5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Wykład informacyjny, elementy wykładu konwersatoryjnego</w:t>
      </w:r>
    </w:p>
    <w:p w14:paraId="21D9EB99" w14:textId="77777777" w:rsidR="00E960BB" w:rsidRPr="00C82F5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301C15" w14:textId="77777777" w:rsidR="0085747A" w:rsidRPr="00C82F5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4. </w:t>
      </w:r>
      <w:r w:rsidR="0085747A" w:rsidRPr="00C82F51">
        <w:rPr>
          <w:rFonts w:ascii="Corbel" w:hAnsi="Corbel"/>
          <w:smallCaps w:val="0"/>
          <w:szCs w:val="24"/>
        </w:rPr>
        <w:t>METODY I KRYTERIA OCENY</w:t>
      </w:r>
      <w:r w:rsidR="009F4610" w:rsidRPr="00C82F51">
        <w:rPr>
          <w:rFonts w:ascii="Corbel" w:hAnsi="Corbel"/>
          <w:smallCaps w:val="0"/>
          <w:szCs w:val="24"/>
        </w:rPr>
        <w:t xml:space="preserve"> </w:t>
      </w:r>
    </w:p>
    <w:p w14:paraId="10B220C2" w14:textId="77777777" w:rsidR="00923D7D" w:rsidRPr="00C82F5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9F5EC3" w14:textId="77777777" w:rsidR="0085747A" w:rsidRPr="00C82F5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82F5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13"/>
        <w:gridCol w:w="4878"/>
        <w:gridCol w:w="2199"/>
      </w:tblGrid>
      <w:tr w:rsidR="00873F6B" w:rsidRPr="00C82F51" w14:paraId="3A362E3F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31FBB" w14:textId="77777777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77E507F2" w14:textId="77777777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EC5E7" w14:textId="77777777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5D55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3CAAF37A" w14:textId="77777777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13742" w14:textId="77777777" w:rsidR="000B5727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4B70E1" w14:textId="723410B0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( w, </w:t>
            </w:r>
            <w:proofErr w:type="spellStart"/>
            <w:r w:rsidRPr="00C82F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82F5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3F6B" w:rsidRPr="00C82F51" w14:paraId="29695754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8FDCE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D9649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B4F2E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73F6B" w:rsidRPr="00C82F51" w14:paraId="7C534AA9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7ED29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207D9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3F463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73F6B" w:rsidRPr="00C82F51" w14:paraId="2F2CF903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4274A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3F8F4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295E4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73F6B" w:rsidRPr="00C82F51" w14:paraId="72C55440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9AFDE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CD84C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2D72A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73F6B" w:rsidRPr="00C82F51" w14:paraId="7D106A41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E0DF8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A9A2B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92A81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73F6B" w:rsidRPr="00C82F51" w14:paraId="6E9343C9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9462E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65B9B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51DC0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73F6B" w:rsidRPr="00C82F51" w14:paraId="7684FFCF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C6B96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80CD1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09807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73F6B" w:rsidRPr="00C82F51" w14:paraId="6BB11FF0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69C09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CFE95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F5088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73F6B" w:rsidRPr="00C82F51" w14:paraId="4AF81EEC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317D0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54BB9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6C4C9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10C941F3" w14:textId="77777777" w:rsidR="00D015E9" w:rsidRPr="00C82F51" w:rsidRDefault="00D015E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F3B62F" w14:textId="77777777" w:rsidR="0085747A" w:rsidRPr="00C82F5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4.2 </w:t>
      </w:r>
      <w:r w:rsidR="0085747A" w:rsidRPr="00C82F5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82F51">
        <w:rPr>
          <w:rFonts w:ascii="Corbel" w:hAnsi="Corbel"/>
          <w:smallCaps w:val="0"/>
          <w:szCs w:val="24"/>
        </w:rPr>
        <w:t xml:space="preserve"> </w:t>
      </w:r>
    </w:p>
    <w:p w14:paraId="07A0F7AE" w14:textId="77777777" w:rsidR="00923D7D" w:rsidRPr="00C82F5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90"/>
      </w:tblGrid>
      <w:tr w:rsidR="00AC5855" w:rsidRPr="00C82F51" w14:paraId="26ACDE0F" w14:textId="77777777" w:rsidTr="000B5727"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A7014" w14:textId="77777777" w:rsidR="00AC5855" w:rsidRPr="00C82F51" w:rsidRDefault="00756FAE" w:rsidP="00670A6E">
            <w:pPr>
              <w:pStyle w:val="Punktygwne"/>
              <w:snapToGrid w:val="0"/>
              <w:spacing w:before="0" w:after="0"/>
              <w:rPr>
                <w:rFonts w:ascii="Corbel" w:hAnsi="Corbel"/>
                <w:bCs/>
                <w:iCs/>
                <w:smallCaps w:val="0"/>
                <w:szCs w:val="24"/>
              </w:rPr>
            </w:pPr>
            <w:r w:rsidRPr="00C82F51">
              <w:rPr>
                <w:rFonts w:ascii="Corbel" w:hAnsi="Corbel"/>
                <w:bCs/>
                <w:iCs/>
                <w:smallCaps w:val="0"/>
                <w:szCs w:val="24"/>
              </w:rPr>
              <w:t>Ćwiczenia</w:t>
            </w:r>
          </w:p>
          <w:p w14:paraId="53BA8D00" w14:textId="77777777" w:rsidR="00AC5855" w:rsidRPr="00C82F51" w:rsidRDefault="00AC5855" w:rsidP="00670A6E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Ocena sumująca</w:t>
            </w:r>
            <w:r w:rsidR="0043172F"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test </w:t>
            </w:r>
            <w:r w:rsidR="00F85BCE"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jednokrotnego lub wielokrotnego wyboru 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t>i pytania otwarte</w:t>
            </w:r>
            <w:r w:rsidR="00756FAE"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 oraz prezentacja multimedialna.</w:t>
            </w:r>
          </w:p>
          <w:p w14:paraId="36C01BC2" w14:textId="77777777" w:rsidR="00AC5855" w:rsidRPr="00C82F51" w:rsidRDefault="00AC5855" w:rsidP="00670A6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Na ocenę pozytywną</w:t>
            </w:r>
            <w:r w:rsidR="00756FAE"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 z kolokwium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 należy udzielić przynajmniej 50% poprawnych odpowiedzi. </w:t>
            </w:r>
          </w:p>
          <w:p w14:paraId="02F5A464" w14:textId="77777777" w:rsidR="00AC5855" w:rsidRPr="00C82F51" w:rsidRDefault="00AC5855" w:rsidP="00670A6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aktualny stan wiedzy, umiejętność posługiwania się poprawną terminologią</w:t>
            </w:r>
          </w:p>
          <w:p w14:paraId="24B04BAC" w14:textId="77777777" w:rsidR="00756FAE" w:rsidRPr="00C82F51" w:rsidRDefault="00756FAE" w:rsidP="00670A6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C82F51">
              <w:rPr>
                <w:rFonts w:ascii="Corbel" w:hAnsi="Corbel"/>
                <w:bCs/>
                <w:smallCaps w:val="0"/>
                <w:szCs w:val="24"/>
              </w:rPr>
              <w:t>Wykład</w:t>
            </w:r>
          </w:p>
          <w:p w14:paraId="1A53D9EF" w14:textId="77777777" w:rsidR="00756FAE" w:rsidRPr="00C82F51" w:rsidRDefault="00756FAE" w:rsidP="00756FAE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Ocena sumująca: test jednokrotnego lub wielokrotnego wyboru i pytania otwarte </w:t>
            </w:r>
          </w:p>
          <w:p w14:paraId="1DDC6524" w14:textId="77777777" w:rsidR="00756FAE" w:rsidRPr="00C82F51" w:rsidRDefault="00756FAE" w:rsidP="00756FA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Na ocenę pozytywną z kolokwium należy udzielić przynajmniej 50% poprawnych odpowiedzi. </w:t>
            </w:r>
          </w:p>
          <w:p w14:paraId="2B20DC36" w14:textId="77777777" w:rsidR="00756FAE" w:rsidRPr="00C82F51" w:rsidRDefault="00756FAE" w:rsidP="00756FA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aktualny stan wiedzy, umiejętność posługiwania się poprawną terminologią</w:t>
            </w:r>
          </w:p>
        </w:tc>
      </w:tr>
    </w:tbl>
    <w:p w14:paraId="50CFA224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8C1DDD" w14:textId="5D9F7040" w:rsidR="009F4610" w:rsidRPr="00C82F51" w:rsidRDefault="000B5727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C82F51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C82F5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627882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C5588" w:rsidRPr="00C82F51" w14:paraId="0912B9E9" w14:textId="77777777" w:rsidTr="00670A6E">
        <w:tc>
          <w:tcPr>
            <w:tcW w:w="4962" w:type="dxa"/>
            <w:vAlign w:val="center"/>
          </w:tcPr>
          <w:p w14:paraId="56B5E92B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2F5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BBEFD93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2F5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C5588" w:rsidRPr="00C82F51" w14:paraId="7BA9529B" w14:textId="77777777" w:rsidTr="00670A6E">
        <w:tc>
          <w:tcPr>
            <w:tcW w:w="4962" w:type="dxa"/>
          </w:tcPr>
          <w:p w14:paraId="2E72DA64" w14:textId="77777777" w:rsidR="008C5588" w:rsidRPr="00C82F51" w:rsidRDefault="008C5588" w:rsidP="005D5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5D5514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C82F5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0730F165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C5588" w:rsidRPr="00C82F51" w14:paraId="74D10F25" w14:textId="77777777" w:rsidTr="00670A6E">
        <w:tc>
          <w:tcPr>
            <w:tcW w:w="4962" w:type="dxa"/>
          </w:tcPr>
          <w:p w14:paraId="29D2F6E0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D55BEE0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D88667F" w14:textId="77777777" w:rsidR="008C5588" w:rsidRPr="00C82F51" w:rsidRDefault="00C3386D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C5588" w:rsidRPr="00C82F51" w14:paraId="32A6838C" w14:textId="77777777" w:rsidTr="00670A6E">
        <w:tc>
          <w:tcPr>
            <w:tcW w:w="4962" w:type="dxa"/>
          </w:tcPr>
          <w:p w14:paraId="133EE5C5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F017C9F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716D999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C5588" w:rsidRPr="00C82F51" w14:paraId="33AEA664" w14:textId="77777777" w:rsidTr="00670A6E">
        <w:tc>
          <w:tcPr>
            <w:tcW w:w="4962" w:type="dxa"/>
          </w:tcPr>
          <w:p w14:paraId="391157D8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63C5F8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1</w:t>
            </w:r>
            <w:r w:rsidR="00C3386D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C5588" w:rsidRPr="00C82F51" w14:paraId="3262DB84" w14:textId="77777777" w:rsidTr="00670A6E">
        <w:tc>
          <w:tcPr>
            <w:tcW w:w="4962" w:type="dxa"/>
          </w:tcPr>
          <w:p w14:paraId="4E32285D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82F5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43500C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58C13DF" w14:textId="77777777" w:rsidR="0085747A" w:rsidRPr="00C82F5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82F5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82F5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E31F57" w14:textId="77777777" w:rsidR="003E1941" w:rsidRPr="00C82F5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61177" w14:textId="77777777" w:rsidR="0085747A" w:rsidRPr="00C82F5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6. </w:t>
      </w:r>
      <w:r w:rsidR="0085747A" w:rsidRPr="00C82F51">
        <w:rPr>
          <w:rFonts w:ascii="Corbel" w:hAnsi="Corbel"/>
          <w:smallCaps w:val="0"/>
          <w:szCs w:val="24"/>
        </w:rPr>
        <w:t>PRAKTYKI ZAWO</w:t>
      </w:r>
      <w:r w:rsidR="009C1331" w:rsidRPr="00C82F51">
        <w:rPr>
          <w:rFonts w:ascii="Corbel" w:hAnsi="Corbel"/>
          <w:smallCaps w:val="0"/>
          <w:szCs w:val="24"/>
        </w:rPr>
        <w:t>DOWE W RAMACH PRZEDMIOTU</w:t>
      </w:r>
    </w:p>
    <w:p w14:paraId="0A48D94D" w14:textId="77777777" w:rsidR="0085747A" w:rsidRPr="00C82F5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82F51" w14:paraId="36560073" w14:textId="77777777" w:rsidTr="000B5727">
        <w:trPr>
          <w:trHeight w:val="397"/>
        </w:trPr>
        <w:tc>
          <w:tcPr>
            <w:tcW w:w="3544" w:type="dxa"/>
          </w:tcPr>
          <w:p w14:paraId="27C514FF" w14:textId="77777777" w:rsidR="0085747A" w:rsidRPr="00C82F5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C3530D" w14:textId="62F76F7C" w:rsidR="0085747A" w:rsidRPr="00C82F51" w:rsidRDefault="00276D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</w:t>
            </w:r>
          </w:p>
        </w:tc>
      </w:tr>
      <w:tr w:rsidR="0085747A" w:rsidRPr="00C82F51" w14:paraId="4319604A" w14:textId="77777777" w:rsidTr="000B5727">
        <w:trPr>
          <w:trHeight w:val="397"/>
        </w:trPr>
        <w:tc>
          <w:tcPr>
            <w:tcW w:w="3544" w:type="dxa"/>
          </w:tcPr>
          <w:p w14:paraId="1C5C16BE" w14:textId="77777777" w:rsidR="0085747A" w:rsidRPr="00C82F5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3E13E22" w14:textId="1D66EA0B" w:rsidR="0085747A" w:rsidRPr="00C82F51" w:rsidRDefault="00276D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</w:t>
            </w:r>
          </w:p>
        </w:tc>
      </w:tr>
    </w:tbl>
    <w:p w14:paraId="3F8FCABA" w14:textId="77777777" w:rsidR="003E1941" w:rsidRPr="00C82F5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61253B" w14:textId="77777777" w:rsidR="0085747A" w:rsidRPr="00C82F5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7. </w:t>
      </w:r>
      <w:r w:rsidR="0085747A" w:rsidRPr="00C82F51">
        <w:rPr>
          <w:rFonts w:ascii="Corbel" w:hAnsi="Corbel"/>
          <w:smallCaps w:val="0"/>
          <w:szCs w:val="24"/>
        </w:rPr>
        <w:t>LITERATURA</w:t>
      </w:r>
      <w:r w:rsidRPr="00C82F51">
        <w:rPr>
          <w:rFonts w:ascii="Corbel" w:hAnsi="Corbel"/>
          <w:smallCaps w:val="0"/>
          <w:szCs w:val="24"/>
        </w:rPr>
        <w:t xml:space="preserve"> </w:t>
      </w:r>
    </w:p>
    <w:p w14:paraId="4BDDEBE0" w14:textId="77777777" w:rsidR="00675843" w:rsidRPr="00C82F5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385874" w:rsidRPr="00C82F51" w14:paraId="2015ADF5" w14:textId="77777777" w:rsidTr="000B5727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EC6FF" w14:textId="77777777" w:rsidR="00385874" w:rsidRPr="00C82F51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14D737" w14:textId="77777777" w:rsidR="00385874" w:rsidRPr="00C82F51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1. T. Bąkowski, P. Bielski, K. Kaszubski, 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Zasady techniki prawodawczej. Komentarz, 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Warszawa 2003. 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2. M. Błachut, W. </w:t>
            </w:r>
            <w:proofErr w:type="spellStart"/>
            <w:r w:rsidRPr="00C82F51">
              <w:rPr>
                <w:rFonts w:ascii="Corbel" w:hAnsi="Corbel"/>
                <w:b w:val="0"/>
                <w:smallCaps w:val="0"/>
                <w:szCs w:val="24"/>
              </w:rPr>
              <w:t>Gromski</w:t>
            </w:r>
            <w:proofErr w:type="spellEnd"/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, J. Kaczor, 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Technika prawodawcza, 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t>Warszawa 2008.</w:t>
            </w:r>
          </w:p>
          <w:p w14:paraId="099123C3" w14:textId="77777777" w:rsidR="00385874" w:rsidRPr="00C82F51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5874" w:rsidRPr="00C82F51" w14:paraId="5E8E9118" w14:textId="77777777" w:rsidTr="000B5727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F59BB" w14:textId="77777777" w:rsidR="00385874" w:rsidRPr="00C82F51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9E250F3" w14:textId="77777777" w:rsidR="00385874" w:rsidRPr="00C82F51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1. S. Wronkowska, M. Zieliński, Problemy </w:t>
            </w:r>
            <w:r w:rsidR="00D35BCB"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>i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zasady redagowania tekstów prawnych, Warszawa 2003. 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>2. J. Wawrzyniak, Tryb ustawodawczy a jakość prawa, Warszawa 2005.</w:t>
            </w:r>
          </w:p>
          <w:p w14:paraId="1A48310D" w14:textId="77777777" w:rsidR="00385874" w:rsidRPr="00C82F51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E61299A" w14:textId="77777777" w:rsidR="0085747A" w:rsidRPr="00C82F5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85B14B" w14:textId="77777777" w:rsidR="0085747A" w:rsidRPr="00C82F5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EF547F" w14:textId="77777777" w:rsidR="0085747A" w:rsidRPr="00C82F5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82F51" w:rsidSect="000B5727">
      <w:pgSz w:w="11906" w:h="16838"/>
      <w:pgMar w:top="56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8D0077" w14:textId="77777777" w:rsidR="009B4FE1" w:rsidRDefault="009B4FE1" w:rsidP="00C16ABF">
      <w:pPr>
        <w:spacing w:after="0" w:line="240" w:lineRule="auto"/>
      </w:pPr>
      <w:r>
        <w:separator/>
      </w:r>
    </w:p>
  </w:endnote>
  <w:endnote w:type="continuationSeparator" w:id="0">
    <w:p w14:paraId="0FE179DB" w14:textId="77777777" w:rsidR="009B4FE1" w:rsidRDefault="009B4F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E0D28" w14:textId="77777777" w:rsidR="009B4FE1" w:rsidRDefault="009B4FE1" w:rsidP="00C16ABF">
      <w:pPr>
        <w:spacing w:after="0" w:line="240" w:lineRule="auto"/>
      </w:pPr>
      <w:r>
        <w:separator/>
      </w:r>
    </w:p>
  </w:footnote>
  <w:footnote w:type="continuationSeparator" w:id="0">
    <w:p w14:paraId="315AC164" w14:textId="77777777" w:rsidR="009B4FE1" w:rsidRDefault="009B4FE1" w:rsidP="00C16ABF">
      <w:pPr>
        <w:spacing w:after="0" w:line="240" w:lineRule="auto"/>
      </w:pPr>
      <w:r>
        <w:continuationSeparator/>
      </w:r>
    </w:p>
  </w:footnote>
  <w:footnote w:id="1">
    <w:p w14:paraId="6C4BF728" w14:textId="77777777" w:rsidR="005D5514" w:rsidRDefault="005D551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F21054"/>
    <w:multiLevelType w:val="hybridMultilevel"/>
    <w:tmpl w:val="C4603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E36094"/>
    <w:multiLevelType w:val="hybridMultilevel"/>
    <w:tmpl w:val="2FE24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851D7A"/>
    <w:multiLevelType w:val="hybridMultilevel"/>
    <w:tmpl w:val="3DC62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D0C5C"/>
    <w:multiLevelType w:val="hybridMultilevel"/>
    <w:tmpl w:val="D29E7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25D"/>
    <w:rsid w:val="000048FD"/>
    <w:rsid w:val="000077B4"/>
    <w:rsid w:val="00015B8F"/>
    <w:rsid w:val="0002153A"/>
    <w:rsid w:val="00022ECE"/>
    <w:rsid w:val="00042A51"/>
    <w:rsid w:val="00042D2E"/>
    <w:rsid w:val="00042E03"/>
    <w:rsid w:val="00044C82"/>
    <w:rsid w:val="0006018F"/>
    <w:rsid w:val="00070ED6"/>
    <w:rsid w:val="000742DC"/>
    <w:rsid w:val="00081DF0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727"/>
    <w:rsid w:val="000D04B0"/>
    <w:rsid w:val="000E5DBC"/>
    <w:rsid w:val="000F1C57"/>
    <w:rsid w:val="000F5615"/>
    <w:rsid w:val="001152EC"/>
    <w:rsid w:val="00116E5A"/>
    <w:rsid w:val="00124BFF"/>
    <w:rsid w:val="0012560E"/>
    <w:rsid w:val="00127108"/>
    <w:rsid w:val="00130B9F"/>
    <w:rsid w:val="00134B13"/>
    <w:rsid w:val="00146BC0"/>
    <w:rsid w:val="00153C41"/>
    <w:rsid w:val="00154381"/>
    <w:rsid w:val="001640A7"/>
    <w:rsid w:val="00164FA7"/>
    <w:rsid w:val="00166A03"/>
    <w:rsid w:val="00170394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3E3"/>
    <w:rsid w:val="001F2CA2"/>
    <w:rsid w:val="002144C0"/>
    <w:rsid w:val="0022477D"/>
    <w:rsid w:val="002278A9"/>
    <w:rsid w:val="002336F9"/>
    <w:rsid w:val="0024028F"/>
    <w:rsid w:val="00244ABC"/>
    <w:rsid w:val="00265008"/>
    <w:rsid w:val="00276DB9"/>
    <w:rsid w:val="00281FF2"/>
    <w:rsid w:val="002857DE"/>
    <w:rsid w:val="00291567"/>
    <w:rsid w:val="002A22BF"/>
    <w:rsid w:val="002A2389"/>
    <w:rsid w:val="002A671D"/>
    <w:rsid w:val="002B3328"/>
    <w:rsid w:val="002B4D55"/>
    <w:rsid w:val="002B5EA0"/>
    <w:rsid w:val="002B6119"/>
    <w:rsid w:val="002C1F06"/>
    <w:rsid w:val="002C5E0D"/>
    <w:rsid w:val="002D3375"/>
    <w:rsid w:val="002D73D4"/>
    <w:rsid w:val="002F02A3"/>
    <w:rsid w:val="002F4ABE"/>
    <w:rsid w:val="003018BA"/>
    <w:rsid w:val="0030395F"/>
    <w:rsid w:val="00305C92"/>
    <w:rsid w:val="003151C5"/>
    <w:rsid w:val="003261F8"/>
    <w:rsid w:val="003335F3"/>
    <w:rsid w:val="003343CF"/>
    <w:rsid w:val="00346FE9"/>
    <w:rsid w:val="0034759A"/>
    <w:rsid w:val="003503F6"/>
    <w:rsid w:val="003530DD"/>
    <w:rsid w:val="00363F78"/>
    <w:rsid w:val="00376E9E"/>
    <w:rsid w:val="00385874"/>
    <w:rsid w:val="003A0A5B"/>
    <w:rsid w:val="003A1176"/>
    <w:rsid w:val="003C0BAE"/>
    <w:rsid w:val="003D1273"/>
    <w:rsid w:val="003D18A9"/>
    <w:rsid w:val="003D6CE2"/>
    <w:rsid w:val="003E1941"/>
    <w:rsid w:val="003E2FE6"/>
    <w:rsid w:val="003E49D5"/>
    <w:rsid w:val="003F05FC"/>
    <w:rsid w:val="003F38C0"/>
    <w:rsid w:val="00414E3C"/>
    <w:rsid w:val="00416715"/>
    <w:rsid w:val="0042244A"/>
    <w:rsid w:val="0042745A"/>
    <w:rsid w:val="0043172F"/>
    <w:rsid w:val="00431D5C"/>
    <w:rsid w:val="004362C6"/>
    <w:rsid w:val="00437FA2"/>
    <w:rsid w:val="00444253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494"/>
    <w:rsid w:val="005363C4"/>
    <w:rsid w:val="00536BDE"/>
    <w:rsid w:val="00543ACC"/>
    <w:rsid w:val="0056696D"/>
    <w:rsid w:val="0059484D"/>
    <w:rsid w:val="005A0855"/>
    <w:rsid w:val="005A15D7"/>
    <w:rsid w:val="005A1DAF"/>
    <w:rsid w:val="005A3196"/>
    <w:rsid w:val="005C080F"/>
    <w:rsid w:val="005C55E5"/>
    <w:rsid w:val="005C696A"/>
    <w:rsid w:val="005D5514"/>
    <w:rsid w:val="005D6878"/>
    <w:rsid w:val="005E6E85"/>
    <w:rsid w:val="005F31D2"/>
    <w:rsid w:val="0061029B"/>
    <w:rsid w:val="00617230"/>
    <w:rsid w:val="00621CE1"/>
    <w:rsid w:val="00623D54"/>
    <w:rsid w:val="00627FC9"/>
    <w:rsid w:val="00647FA8"/>
    <w:rsid w:val="00650C5F"/>
    <w:rsid w:val="0065468F"/>
    <w:rsid w:val="00654934"/>
    <w:rsid w:val="006620D9"/>
    <w:rsid w:val="00671958"/>
    <w:rsid w:val="00675843"/>
    <w:rsid w:val="0069396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FAE"/>
    <w:rsid w:val="00763BF1"/>
    <w:rsid w:val="00766FD4"/>
    <w:rsid w:val="0078168C"/>
    <w:rsid w:val="00787C2A"/>
    <w:rsid w:val="00790E27"/>
    <w:rsid w:val="007A2AC8"/>
    <w:rsid w:val="007A4022"/>
    <w:rsid w:val="007A6E6E"/>
    <w:rsid w:val="007C3299"/>
    <w:rsid w:val="007C3BCC"/>
    <w:rsid w:val="007C4546"/>
    <w:rsid w:val="007C5BDB"/>
    <w:rsid w:val="007D6E56"/>
    <w:rsid w:val="007D708C"/>
    <w:rsid w:val="007F1652"/>
    <w:rsid w:val="007F4155"/>
    <w:rsid w:val="00800F82"/>
    <w:rsid w:val="0081554D"/>
    <w:rsid w:val="0081707E"/>
    <w:rsid w:val="008449B3"/>
    <w:rsid w:val="00854640"/>
    <w:rsid w:val="0085747A"/>
    <w:rsid w:val="00873F6B"/>
    <w:rsid w:val="00884922"/>
    <w:rsid w:val="00885F64"/>
    <w:rsid w:val="008917F9"/>
    <w:rsid w:val="008A45F7"/>
    <w:rsid w:val="008B5DA9"/>
    <w:rsid w:val="008C0CC0"/>
    <w:rsid w:val="008C19A9"/>
    <w:rsid w:val="008C379D"/>
    <w:rsid w:val="008C5147"/>
    <w:rsid w:val="008C5359"/>
    <w:rsid w:val="008C5363"/>
    <w:rsid w:val="008C5588"/>
    <w:rsid w:val="008D3DFB"/>
    <w:rsid w:val="008E64F4"/>
    <w:rsid w:val="008F12C9"/>
    <w:rsid w:val="008F6E29"/>
    <w:rsid w:val="00901C4C"/>
    <w:rsid w:val="00912DBE"/>
    <w:rsid w:val="00916188"/>
    <w:rsid w:val="00923D7D"/>
    <w:rsid w:val="00936810"/>
    <w:rsid w:val="009508DF"/>
    <w:rsid w:val="00950DAC"/>
    <w:rsid w:val="00954A07"/>
    <w:rsid w:val="009568D5"/>
    <w:rsid w:val="00962097"/>
    <w:rsid w:val="00997F14"/>
    <w:rsid w:val="009A78D9"/>
    <w:rsid w:val="009B4FE1"/>
    <w:rsid w:val="009C1331"/>
    <w:rsid w:val="009C3E31"/>
    <w:rsid w:val="009C54AE"/>
    <w:rsid w:val="009C788E"/>
    <w:rsid w:val="009E168B"/>
    <w:rsid w:val="009E3B41"/>
    <w:rsid w:val="009F2F01"/>
    <w:rsid w:val="009F3C5C"/>
    <w:rsid w:val="009F4610"/>
    <w:rsid w:val="00A00ECC"/>
    <w:rsid w:val="00A065B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0D1"/>
    <w:rsid w:val="00A84C85"/>
    <w:rsid w:val="00A929F5"/>
    <w:rsid w:val="00A97DE1"/>
    <w:rsid w:val="00AB053C"/>
    <w:rsid w:val="00AC585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594"/>
    <w:rsid w:val="00B135B1"/>
    <w:rsid w:val="00B23D93"/>
    <w:rsid w:val="00B26494"/>
    <w:rsid w:val="00B3130B"/>
    <w:rsid w:val="00B3770E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EE1"/>
    <w:rsid w:val="00BB520A"/>
    <w:rsid w:val="00BD3869"/>
    <w:rsid w:val="00BD38F8"/>
    <w:rsid w:val="00BD3E79"/>
    <w:rsid w:val="00BD66E9"/>
    <w:rsid w:val="00BD6FF4"/>
    <w:rsid w:val="00BE5616"/>
    <w:rsid w:val="00BF2C41"/>
    <w:rsid w:val="00C058B4"/>
    <w:rsid w:val="00C05F44"/>
    <w:rsid w:val="00C131B5"/>
    <w:rsid w:val="00C16ABF"/>
    <w:rsid w:val="00C170AE"/>
    <w:rsid w:val="00C25F9F"/>
    <w:rsid w:val="00C26CB7"/>
    <w:rsid w:val="00C324C1"/>
    <w:rsid w:val="00C3386D"/>
    <w:rsid w:val="00C36992"/>
    <w:rsid w:val="00C4664C"/>
    <w:rsid w:val="00C56036"/>
    <w:rsid w:val="00C61DC5"/>
    <w:rsid w:val="00C63A9C"/>
    <w:rsid w:val="00C6453C"/>
    <w:rsid w:val="00C67E92"/>
    <w:rsid w:val="00C70A26"/>
    <w:rsid w:val="00C766DF"/>
    <w:rsid w:val="00C82F51"/>
    <w:rsid w:val="00C94B98"/>
    <w:rsid w:val="00CA2B96"/>
    <w:rsid w:val="00CA5089"/>
    <w:rsid w:val="00CC294D"/>
    <w:rsid w:val="00CD14FE"/>
    <w:rsid w:val="00CD6897"/>
    <w:rsid w:val="00CE5BAC"/>
    <w:rsid w:val="00CF25BE"/>
    <w:rsid w:val="00CF78ED"/>
    <w:rsid w:val="00D015E9"/>
    <w:rsid w:val="00D02B25"/>
    <w:rsid w:val="00D02EBA"/>
    <w:rsid w:val="00D17C3C"/>
    <w:rsid w:val="00D26B2C"/>
    <w:rsid w:val="00D352C9"/>
    <w:rsid w:val="00D35BCB"/>
    <w:rsid w:val="00D425B2"/>
    <w:rsid w:val="00D428D6"/>
    <w:rsid w:val="00D447AA"/>
    <w:rsid w:val="00D467FA"/>
    <w:rsid w:val="00D552B2"/>
    <w:rsid w:val="00D608D1"/>
    <w:rsid w:val="00D74119"/>
    <w:rsid w:val="00D8075B"/>
    <w:rsid w:val="00D8678B"/>
    <w:rsid w:val="00DA0D0F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883"/>
    <w:rsid w:val="00E51E44"/>
    <w:rsid w:val="00E60EAE"/>
    <w:rsid w:val="00E63348"/>
    <w:rsid w:val="00E6431F"/>
    <w:rsid w:val="00E77E88"/>
    <w:rsid w:val="00E8107D"/>
    <w:rsid w:val="00E960BB"/>
    <w:rsid w:val="00EA2074"/>
    <w:rsid w:val="00EA4832"/>
    <w:rsid w:val="00EA4E9D"/>
    <w:rsid w:val="00EC1819"/>
    <w:rsid w:val="00EC1E50"/>
    <w:rsid w:val="00EC4899"/>
    <w:rsid w:val="00ED03AB"/>
    <w:rsid w:val="00ED32D2"/>
    <w:rsid w:val="00EE32DE"/>
    <w:rsid w:val="00EE5457"/>
    <w:rsid w:val="00F0129F"/>
    <w:rsid w:val="00F070AB"/>
    <w:rsid w:val="00F17567"/>
    <w:rsid w:val="00F27A7B"/>
    <w:rsid w:val="00F325F8"/>
    <w:rsid w:val="00F45D91"/>
    <w:rsid w:val="00F526AF"/>
    <w:rsid w:val="00F617C3"/>
    <w:rsid w:val="00F7066B"/>
    <w:rsid w:val="00F83B28"/>
    <w:rsid w:val="00F85BCE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2D88F"/>
  <w15:docId w15:val="{DBE96A4F-4EE8-4F3C-87AA-CA3C81E5C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BEBA6-655B-4C2E-AD39-2550396D7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916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2019-02-06T12:12:00Z</cp:lastPrinted>
  <dcterms:created xsi:type="dcterms:W3CDTF">2021-03-30T09:13:00Z</dcterms:created>
  <dcterms:modified xsi:type="dcterms:W3CDTF">2021-03-31T09:08:00Z</dcterms:modified>
</cp:coreProperties>
</file>